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8C7FD2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2B9C3AE" w14:textId="77777777" w:rsidTr="00146EEC">
        <w:tc>
          <w:tcPr>
            <w:tcW w:w="2689" w:type="dxa"/>
          </w:tcPr>
          <w:p w14:paraId="691079FF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8251C41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1701B47B" w14:textId="77777777" w:rsidTr="00146EEC">
        <w:tc>
          <w:tcPr>
            <w:tcW w:w="2689" w:type="dxa"/>
          </w:tcPr>
          <w:p w14:paraId="2B94AA6D" w14:textId="1CE13922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8E39B1">
              <w:t xml:space="preserve"> 1</w:t>
            </w:r>
          </w:p>
        </w:tc>
        <w:tc>
          <w:tcPr>
            <w:tcW w:w="6939" w:type="dxa"/>
          </w:tcPr>
          <w:p w14:paraId="015AE4A1" w14:textId="31040283" w:rsidR="00F1480E" w:rsidRPr="000754EC" w:rsidRDefault="00F1480E" w:rsidP="008E39B1">
            <w:pPr>
              <w:pStyle w:val="SIText"/>
            </w:pPr>
            <w:r w:rsidRPr="00CC451E">
              <w:t xml:space="preserve">This version released with </w:t>
            </w:r>
            <w:r w:rsidR="008E39B1">
              <w:t>SFI Seafood Industry</w:t>
            </w:r>
            <w:r w:rsidR="00337E82" w:rsidRPr="000754EC">
              <w:t xml:space="preserve"> Training</w:t>
            </w:r>
            <w:r w:rsidRPr="000754EC">
              <w:t xml:space="preserve"> Package Version </w:t>
            </w:r>
            <w:r w:rsidR="00337E82" w:rsidRPr="000754EC">
              <w:t>1.0</w:t>
            </w:r>
            <w:r w:rsidRPr="000754EC">
              <w:t>.</w:t>
            </w:r>
          </w:p>
        </w:tc>
      </w:tr>
    </w:tbl>
    <w:p w14:paraId="37758AC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7C65D41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335AE80D" w14:textId="0998CE23" w:rsidR="00F1480E" w:rsidRPr="000754EC" w:rsidRDefault="006A0208" w:rsidP="0062110D">
            <w:pPr>
              <w:pStyle w:val="SIUNITCODE"/>
            </w:pPr>
            <w:r>
              <w:t>SFI</w:t>
            </w:r>
            <w:r w:rsidR="00CE68EA">
              <w:t>S</w:t>
            </w:r>
            <w:r w:rsidR="0062110D">
              <w:t>TR</w:t>
            </w:r>
            <w:r w:rsidR="000520E3">
              <w:t>202</w:t>
            </w:r>
          </w:p>
        </w:tc>
        <w:tc>
          <w:tcPr>
            <w:tcW w:w="3604" w:type="pct"/>
            <w:shd w:val="clear" w:color="auto" w:fill="auto"/>
          </w:tcPr>
          <w:p w14:paraId="41850966" w14:textId="77CC3909" w:rsidR="00F1480E" w:rsidRPr="000754EC" w:rsidRDefault="000520E3" w:rsidP="000754EC">
            <w:pPr>
              <w:pStyle w:val="SIUnittitle"/>
            </w:pPr>
            <w:r w:rsidRPr="000520E3">
              <w:t>Receive and distribute product</w:t>
            </w:r>
          </w:p>
        </w:tc>
      </w:tr>
      <w:tr w:rsidR="00F1480E" w:rsidRPr="00963A46" w14:paraId="5508DB71" w14:textId="77777777" w:rsidTr="00CA2922">
        <w:tc>
          <w:tcPr>
            <w:tcW w:w="1396" w:type="pct"/>
            <w:shd w:val="clear" w:color="auto" w:fill="auto"/>
          </w:tcPr>
          <w:p w14:paraId="7FF46039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5D1C7433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2822DE70" w14:textId="4BACFA7E" w:rsidR="000520E3" w:rsidRDefault="000520E3" w:rsidP="000520E3">
            <w:pPr>
              <w:pStyle w:val="SIText"/>
            </w:pPr>
            <w:r w:rsidRPr="000520E3">
              <w:t xml:space="preserve">This unit of competency describes the skills and knowledge required to receive, prepare and distribute seafood product. </w:t>
            </w:r>
            <w:r w:rsidR="00CA2893">
              <w:t xml:space="preserve">It includes the ability to </w:t>
            </w:r>
            <w:r w:rsidR="00CA2893" w:rsidRPr="000520E3">
              <w:t>weigh and pack seafood to customer specifications, undertak</w:t>
            </w:r>
            <w:r w:rsidR="00CA2893">
              <w:t>e</w:t>
            </w:r>
            <w:r w:rsidR="00CA2893" w:rsidRPr="000520E3">
              <w:t xml:space="preserve"> basic quality control and </w:t>
            </w:r>
            <w:r w:rsidR="00282027" w:rsidRPr="000520E3">
              <w:t>fill</w:t>
            </w:r>
            <w:r w:rsidR="00CA2893" w:rsidRPr="000520E3">
              <w:t xml:space="preserve"> in labels and forms required for product distribution.</w:t>
            </w:r>
          </w:p>
          <w:p w14:paraId="7AC64146" w14:textId="77777777" w:rsidR="00AC40D5" w:rsidRPr="000520E3" w:rsidRDefault="00AC40D5" w:rsidP="000520E3">
            <w:pPr>
              <w:pStyle w:val="SIText"/>
            </w:pPr>
          </w:p>
          <w:p w14:paraId="3B5D1590" w14:textId="1524A5AB" w:rsidR="000520E3" w:rsidRDefault="000520E3" w:rsidP="000520E3">
            <w:pPr>
              <w:pStyle w:val="SIText"/>
            </w:pPr>
            <w:r w:rsidRPr="000520E3">
              <w:t xml:space="preserve">The unit applies to individuals who work </w:t>
            </w:r>
            <w:r w:rsidR="00282027">
              <w:t xml:space="preserve">under general </w:t>
            </w:r>
            <w:r w:rsidR="009D5BC3">
              <w:t>supervision</w:t>
            </w:r>
            <w:r w:rsidR="00C21CA1">
              <w:t xml:space="preserve"> and</w:t>
            </w:r>
            <w:r w:rsidR="009D5BC3">
              <w:t xml:space="preserve"> </w:t>
            </w:r>
            <w:r w:rsidR="00893C7F">
              <w:t>undertake routine tasks in receiving, packing and distributing fresh, frozen or live seafood at seafood cooperatives and other businesses where product is accepted</w:t>
            </w:r>
            <w:r w:rsidRPr="000520E3">
              <w:t xml:space="preserve"> </w:t>
            </w:r>
            <w:r w:rsidR="00282027">
              <w:t xml:space="preserve">weighed </w:t>
            </w:r>
            <w:r w:rsidR="00893C7F">
              <w:t>and packed for distribution</w:t>
            </w:r>
            <w:r w:rsidR="009D5BC3">
              <w:t>.</w:t>
            </w:r>
            <w:r w:rsidRPr="000520E3">
              <w:t xml:space="preserve"> </w:t>
            </w:r>
          </w:p>
          <w:p w14:paraId="2E9FF01B" w14:textId="574EE275" w:rsidR="00AC40D5" w:rsidRDefault="00AC40D5" w:rsidP="000520E3">
            <w:pPr>
              <w:pStyle w:val="SIText"/>
            </w:pPr>
          </w:p>
          <w:p w14:paraId="79584482" w14:textId="4A493293" w:rsidR="00E76982" w:rsidRPr="00E76982" w:rsidRDefault="00E76982" w:rsidP="00E76982">
            <w:r w:rsidRPr="00E76982">
              <w:t>All work must be carried out to comply with workplace procedures, according to state/territory health and safety, food safety and environmental regulations, legislation and standards that apply to the workplace.</w:t>
            </w:r>
          </w:p>
          <w:p w14:paraId="1A6EDA4E" w14:textId="4F3C63AA" w:rsidR="007C07B2" w:rsidRPr="000520E3" w:rsidRDefault="007C07B2" w:rsidP="000520E3">
            <w:pPr>
              <w:pStyle w:val="SIText"/>
            </w:pPr>
          </w:p>
          <w:p w14:paraId="222DE076" w14:textId="3A3F9B7E" w:rsidR="00373436" w:rsidRPr="000754EC" w:rsidRDefault="000520E3" w:rsidP="000520E3">
            <w:pPr>
              <w:pStyle w:val="SIText"/>
            </w:pPr>
            <w:r w:rsidRPr="000520E3">
              <w:t>No occupational licensing, legislative or certification requirements apply to this unit at the time of publication.</w:t>
            </w:r>
            <w:r w:rsidRPr="000520E3">
              <w:fldChar w:fldCharType="begin"/>
            </w:r>
            <w:r w:rsidRPr="000520E3">
              <w:instrText xml:space="preserve"> STYLEREF  "AFSA AR Code"  \* MERGEFORMAT </w:instrText>
            </w:r>
            <w:r w:rsidRPr="000520E3">
              <w:fldChar w:fldCharType="end"/>
            </w:r>
          </w:p>
        </w:tc>
      </w:tr>
      <w:tr w:rsidR="00F1480E" w:rsidRPr="00963A46" w14:paraId="7692BB3E" w14:textId="77777777" w:rsidTr="00CA2922">
        <w:tc>
          <w:tcPr>
            <w:tcW w:w="1396" w:type="pct"/>
            <w:shd w:val="clear" w:color="auto" w:fill="auto"/>
          </w:tcPr>
          <w:p w14:paraId="4FD77051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6FCAD58" w14:textId="63723645" w:rsidR="00F1480E" w:rsidRPr="000754EC" w:rsidRDefault="00F1480E" w:rsidP="008E39B1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6A0208" w:rsidRPr="00963A46" w14:paraId="3F7AB666" w14:textId="77777777" w:rsidTr="00CA2922">
        <w:tc>
          <w:tcPr>
            <w:tcW w:w="1396" w:type="pct"/>
            <w:shd w:val="clear" w:color="auto" w:fill="auto"/>
          </w:tcPr>
          <w:p w14:paraId="76263527" w14:textId="77777777" w:rsidR="006A0208" w:rsidRPr="006A0208" w:rsidRDefault="006A0208" w:rsidP="006A0208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2D20E48" w14:textId="3378E796" w:rsidR="006A0208" w:rsidRPr="006A0208" w:rsidRDefault="006317F6" w:rsidP="0062110D">
            <w:pPr>
              <w:pStyle w:val="SIText"/>
            </w:pPr>
            <w:r>
              <w:t xml:space="preserve">Seafood </w:t>
            </w:r>
            <w:r w:rsidR="0062110D">
              <w:t>Storage</w:t>
            </w:r>
            <w:r w:rsidR="00BB79E3" w:rsidRPr="00BB79E3">
              <w:t xml:space="preserve"> </w:t>
            </w:r>
            <w:r w:rsidR="006A0208" w:rsidRPr="006A0208">
              <w:t>(</w:t>
            </w:r>
            <w:r w:rsidR="00CE68EA">
              <w:t>S</w:t>
            </w:r>
            <w:r w:rsidR="0062110D">
              <w:t>TR</w:t>
            </w:r>
            <w:r w:rsidR="006A0208" w:rsidRPr="006A0208">
              <w:t>)</w:t>
            </w:r>
          </w:p>
        </w:tc>
      </w:tr>
    </w:tbl>
    <w:p w14:paraId="61B4438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D935F2C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B8EFE56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17C00BDA" w14:textId="1DC12AC0" w:rsidR="00F1480E" w:rsidRPr="000754EC" w:rsidRDefault="00FD557D" w:rsidP="00195B88">
            <w:pPr>
              <w:pStyle w:val="SIHeading2"/>
            </w:pPr>
            <w:r w:rsidRPr="00923720">
              <w:t xml:space="preserve">Performance </w:t>
            </w:r>
            <w:r w:rsidR="00195B88">
              <w:t>Criteria</w:t>
            </w:r>
          </w:p>
        </w:tc>
      </w:tr>
      <w:tr w:rsidR="00F1480E" w:rsidRPr="00963A46" w14:paraId="31F6B404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9B6DE92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7855AB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0520E3" w:rsidRPr="00963A46" w14:paraId="4ACFC18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064CF7F" w14:textId="08A6E714" w:rsidR="000520E3" w:rsidRPr="000520E3" w:rsidRDefault="000520E3" w:rsidP="000520E3">
            <w:pPr>
              <w:pStyle w:val="SIText"/>
            </w:pPr>
            <w:r w:rsidRPr="000520E3">
              <w:t>1.</w:t>
            </w:r>
            <w:r>
              <w:t xml:space="preserve"> </w:t>
            </w:r>
            <w:r w:rsidRPr="000520E3">
              <w:t>Receive product</w:t>
            </w:r>
          </w:p>
        </w:tc>
        <w:tc>
          <w:tcPr>
            <w:tcW w:w="3604" w:type="pct"/>
            <w:shd w:val="clear" w:color="auto" w:fill="auto"/>
          </w:tcPr>
          <w:p w14:paraId="4C6F3891" w14:textId="3C18551A" w:rsidR="000520E3" w:rsidRPr="000520E3" w:rsidRDefault="000520E3" w:rsidP="000520E3">
            <w:r w:rsidRPr="000520E3">
              <w:rPr>
                <w:rFonts w:eastAsiaTheme="minorEastAsia"/>
              </w:rPr>
              <w:t>1.1</w:t>
            </w:r>
            <w:r>
              <w:rPr>
                <w:rFonts w:eastAsiaTheme="minorEastAsia"/>
              </w:rPr>
              <w:t xml:space="preserve"> </w:t>
            </w:r>
            <w:r w:rsidR="008E4CFA">
              <w:rPr>
                <w:rFonts w:eastAsiaTheme="minorEastAsia"/>
              </w:rPr>
              <w:t>F</w:t>
            </w:r>
            <w:r w:rsidR="008E4CFA" w:rsidRPr="008E4CFA">
              <w:rPr>
                <w:rFonts w:eastAsiaTheme="minorEastAsia"/>
              </w:rPr>
              <w:t xml:space="preserve">it and use personal protective equipment </w:t>
            </w:r>
            <w:r w:rsidR="008E4CFA">
              <w:rPr>
                <w:rFonts w:eastAsiaTheme="minorEastAsia"/>
              </w:rPr>
              <w:t>and c</w:t>
            </w:r>
            <w:r w:rsidRPr="000520E3">
              <w:rPr>
                <w:rFonts w:eastAsiaTheme="minorEastAsia"/>
              </w:rPr>
              <w:t>lean workplace</w:t>
            </w:r>
            <w:r w:rsidR="00B25E88">
              <w:rPr>
                <w:rFonts w:eastAsiaTheme="minorEastAsia"/>
              </w:rPr>
              <w:t xml:space="preserve"> </w:t>
            </w:r>
            <w:r w:rsidR="00D25331">
              <w:rPr>
                <w:rFonts w:eastAsiaTheme="minorEastAsia"/>
              </w:rPr>
              <w:t>according to food safety an</w:t>
            </w:r>
            <w:r w:rsidR="00E76982">
              <w:rPr>
                <w:rFonts w:eastAsiaTheme="minorEastAsia"/>
              </w:rPr>
              <w:t xml:space="preserve">d </w:t>
            </w:r>
            <w:r w:rsidR="00D25331">
              <w:rPr>
                <w:rFonts w:eastAsiaTheme="minorEastAsia"/>
              </w:rPr>
              <w:t xml:space="preserve">health and safety requirements </w:t>
            </w:r>
            <w:r w:rsidRPr="000520E3">
              <w:rPr>
                <w:rFonts w:eastAsiaTheme="minorEastAsia"/>
              </w:rPr>
              <w:t xml:space="preserve">before </w:t>
            </w:r>
            <w:r w:rsidR="00D25331">
              <w:rPr>
                <w:rFonts w:eastAsiaTheme="minorEastAsia"/>
              </w:rPr>
              <w:t>receiving product</w:t>
            </w:r>
          </w:p>
          <w:p w14:paraId="61D9FB20" w14:textId="349FEFBF" w:rsidR="000520E3" w:rsidRPr="000520E3" w:rsidRDefault="000520E3" w:rsidP="000520E3">
            <w:r w:rsidRPr="000520E3">
              <w:rPr>
                <w:rFonts w:eastAsiaTheme="minorEastAsia"/>
              </w:rPr>
              <w:t>1.2</w:t>
            </w:r>
            <w:r>
              <w:rPr>
                <w:rFonts w:eastAsiaTheme="minorEastAsia"/>
              </w:rPr>
              <w:t xml:space="preserve"> </w:t>
            </w:r>
            <w:r w:rsidRPr="000520E3">
              <w:rPr>
                <w:rFonts w:eastAsiaTheme="minorEastAsia"/>
              </w:rPr>
              <w:t>Check product to be received against the specification for the species before weighing</w:t>
            </w:r>
          </w:p>
          <w:p w14:paraId="0283EACC" w14:textId="0619ED37" w:rsidR="000520E3" w:rsidRPr="000520E3" w:rsidRDefault="000520E3" w:rsidP="000520E3">
            <w:pPr>
              <w:rPr>
                <w:rFonts w:eastAsiaTheme="minorEastAsia"/>
              </w:rPr>
            </w:pPr>
            <w:r w:rsidRPr="000520E3">
              <w:rPr>
                <w:rFonts w:eastAsiaTheme="minorEastAsia"/>
              </w:rPr>
              <w:t>1.3</w:t>
            </w:r>
            <w:r>
              <w:rPr>
                <w:rFonts w:eastAsiaTheme="minorEastAsia"/>
              </w:rPr>
              <w:t xml:space="preserve"> </w:t>
            </w:r>
            <w:r w:rsidRPr="000520E3">
              <w:rPr>
                <w:rFonts w:eastAsiaTheme="minorEastAsia"/>
              </w:rPr>
              <w:t xml:space="preserve">Inspect </w:t>
            </w:r>
            <w:r w:rsidR="000D3C6D">
              <w:rPr>
                <w:rFonts w:eastAsiaTheme="minorEastAsia"/>
              </w:rPr>
              <w:t xml:space="preserve">product </w:t>
            </w:r>
            <w:r w:rsidRPr="000520E3">
              <w:rPr>
                <w:rFonts w:eastAsiaTheme="minorEastAsia"/>
              </w:rPr>
              <w:t xml:space="preserve">visually for any signs of spoilage, defects and parasites, and </w:t>
            </w:r>
            <w:r w:rsidR="000D3C6D" w:rsidRPr="000D3C6D">
              <w:rPr>
                <w:rFonts w:eastAsiaTheme="minorEastAsia"/>
              </w:rPr>
              <w:t>set aside</w:t>
            </w:r>
            <w:r w:rsidRPr="000520E3">
              <w:rPr>
                <w:rFonts w:eastAsiaTheme="minorEastAsia"/>
              </w:rPr>
              <w:t xml:space="preserve"> and notify </w:t>
            </w:r>
            <w:r w:rsidR="003776CE">
              <w:rPr>
                <w:rFonts w:eastAsiaTheme="minorEastAsia"/>
              </w:rPr>
              <w:t>supervisor or relevant personnel</w:t>
            </w:r>
            <w:r w:rsidR="004B6860" w:rsidRPr="000520E3">
              <w:rPr>
                <w:rFonts w:eastAsiaTheme="minorEastAsia"/>
              </w:rPr>
              <w:t xml:space="preserve"> </w:t>
            </w:r>
            <w:r w:rsidR="004B6860">
              <w:rPr>
                <w:rFonts w:eastAsiaTheme="minorEastAsia"/>
              </w:rPr>
              <w:t xml:space="preserve">of </w:t>
            </w:r>
            <w:r w:rsidR="004B6860" w:rsidRPr="004B6860">
              <w:rPr>
                <w:rFonts w:eastAsiaTheme="minorEastAsia"/>
              </w:rPr>
              <w:t>defective product</w:t>
            </w:r>
          </w:p>
          <w:p w14:paraId="19D3445E" w14:textId="3784DFE7" w:rsidR="000520E3" w:rsidRPr="000520E3" w:rsidRDefault="000520E3" w:rsidP="000520E3">
            <w:pPr>
              <w:rPr>
                <w:rFonts w:eastAsiaTheme="minorEastAsia"/>
              </w:rPr>
            </w:pPr>
            <w:r w:rsidRPr="000520E3">
              <w:rPr>
                <w:rFonts w:eastAsiaTheme="minorEastAsia"/>
              </w:rPr>
              <w:t>1.4</w:t>
            </w:r>
            <w:r>
              <w:rPr>
                <w:rFonts w:eastAsiaTheme="minorEastAsia"/>
              </w:rPr>
              <w:t xml:space="preserve"> </w:t>
            </w:r>
            <w:r w:rsidRPr="000520E3">
              <w:rPr>
                <w:rFonts w:eastAsiaTheme="minorEastAsia"/>
              </w:rPr>
              <w:t xml:space="preserve">Weigh accepted product allowing for drainage of liquid from fresh product and record weight </w:t>
            </w:r>
          </w:p>
          <w:p w14:paraId="58F27CBA" w14:textId="649A514D" w:rsidR="000520E3" w:rsidRPr="000520E3" w:rsidRDefault="000520E3" w:rsidP="000520E3">
            <w:pPr>
              <w:rPr>
                <w:rFonts w:eastAsiaTheme="minorEastAsia"/>
              </w:rPr>
            </w:pPr>
            <w:r w:rsidRPr="000520E3">
              <w:rPr>
                <w:rFonts w:eastAsiaTheme="minorEastAsia"/>
              </w:rPr>
              <w:t>1.5</w:t>
            </w:r>
            <w:r>
              <w:rPr>
                <w:rFonts w:eastAsiaTheme="minorEastAsia"/>
              </w:rPr>
              <w:t xml:space="preserve"> </w:t>
            </w:r>
            <w:r w:rsidRPr="000520E3">
              <w:rPr>
                <w:rFonts w:eastAsiaTheme="minorEastAsia"/>
              </w:rPr>
              <w:t>Check and record identification and traceability of product</w:t>
            </w:r>
          </w:p>
          <w:p w14:paraId="202872FB" w14:textId="36FA4069" w:rsidR="000520E3" w:rsidRPr="000520E3" w:rsidRDefault="000520E3" w:rsidP="000520E3">
            <w:pPr>
              <w:pStyle w:val="SIText"/>
            </w:pPr>
            <w:r w:rsidRPr="000520E3">
              <w:rPr>
                <w:rFonts w:eastAsiaTheme="minorEastAsia"/>
              </w:rPr>
              <w:t>1.6</w:t>
            </w:r>
            <w:r>
              <w:rPr>
                <w:rFonts w:eastAsiaTheme="minorEastAsia"/>
              </w:rPr>
              <w:t xml:space="preserve"> </w:t>
            </w:r>
            <w:r w:rsidRPr="000520E3">
              <w:rPr>
                <w:rFonts w:eastAsiaTheme="minorEastAsia"/>
              </w:rPr>
              <w:t xml:space="preserve">Check and record the temperature of fresh and frozen product, and take action to maintain temperature at level required to meet food </w:t>
            </w:r>
            <w:r w:rsidR="003776CE">
              <w:rPr>
                <w:rFonts w:eastAsiaTheme="minorEastAsia"/>
              </w:rPr>
              <w:t xml:space="preserve">safety </w:t>
            </w:r>
            <w:r w:rsidRPr="000520E3">
              <w:rPr>
                <w:rFonts w:eastAsiaTheme="minorEastAsia"/>
              </w:rPr>
              <w:t>regulations or to sustain live product</w:t>
            </w:r>
          </w:p>
        </w:tc>
      </w:tr>
      <w:tr w:rsidR="000520E3" w:rsidRPr="00963A46" w14:paraId="795DEAD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F412B2C" w14:textId="0CE1D1D0" w:rsidR="000520E3" w:rsidRPr="000520E3" w:rsidRDefault="000520E3" w:rsidP="000520E3">
            <w:pPr>
              <w:pStyle w:val="SIText"/>
            </w:pPr>
            <w:r w:rsidRPr="000520E3">
              <w:lastRenderedPageBreak/>
              <w:t>2.</w:t>
            </w:r>
            <w:r>
              <w:t xml:space="preserve"> </w:t>
            </w:r>
            <w:r w:rsidRPr="000520E3">
              <w:t>Prepare product for distribution</w:t>
            </w:r>
          </w:p>
        </w:tc>
        <w:tc>
          <w:tcPr>
            <w:tcW w:w="3604" w:type="pct"/>
            <w:shd w:val="clear" w:color="auto" w:fill="auto"/>
          </w:tcPr>
          <w:p w14:paraId="26CBE9BA" w14:textId="314DD764" w:rsidR="000520E3" w:rsidRPr="000520E3" w:rsidRDefault="000520E3" w:rsidP="000520E3">
            <w:r w:rsidRPr="000520E3">
              <w:rPr>
                <w:rFonts w:eastAsiaTheme="minorEastAsia"/>
              </w:rPr>
              <w:t>2.1</w:t>
            </w:r>
            <w:r>
              <w:rPr>
                <w:rFonts w:eastAsiaTheme="minorEastAsia"/>
              </w:rPr>
              <w:t xml:space="preserve"> </w:t>
            </w:r>
            <w:r w:rsidRPr="000520E3">
              <w:rPr>
                <w:rFonts w:eastAsiaTheme="minorEastAsia"/>
              </w:rPr>
              <w:t xml:space="preserve">Prepare product </w:t>
            </w:r>
            <w:r w:rsidR="00917FCE">
              <w:rPr>
                <w:rFonts w:eastAsiaTheme="minorEastAsia"/>
              </w:rPr>
              <w:t xml:space="preserve">according </w:t>
            </w:r>
            <w:r w:rsidRPr="000520E3">
              <w:rPr>
                <w:rFonts w:eastAsiaTheme="minorEastAsia"/>
              </w:rPr>
              <w:t>to customer specifications</w:t>
            </w:r>
            <w:r w:rsidR="00564367">
              <w:rPr>
                <w:rFonts w:eastAsiaTheme="minorEastAsia"/>
              </w:rPr>
              <w:t xml:space="preserve"> and food safety requirements</w:t>
            </w:r>
          </w:p>
          <w:p w14:paraId="77D25424" w14:textId="2BAE0FED" w:rsidR="000520E3" w:rsidRPr="000520E3" w:rsidRDefault="000520E3" w:rsidP="000520E3">
            <w:pPr>
              <w:rPr>
                <w:rFonts w:eastAsiaTheme="minorEastAsia"/>
              </w:rPr>
            </w:pPr>
            <w:r w:rsidRPr="000520E3">
              <w:rPr>
                <w:rFonts w:eastAsiaTheme="minorEastAsia"/>
              </w:rPr>
              <w:t>2.2</w:t>
            </w:r>
            <w:r>
              <w:rPr>
                <w:rFonts w:eastAsiaTheme="minorEastAsia"/>
              </w:rPr>
              <w:t xml:space="preserve"> </w:t>
            </w:r>
            <w:r w:rsidRPr="000520E3">
              <w:rPr>
                <w:rFonts w:eastAsiaTheme="minorEastAsia"/>
              </w:rPr>
              <w:t xml:space="preserve">Set aside damaged and defective product for disposal by </w:t>
            </w:r>
            <w:r w:rsidR="00917FCE">
              <w:rPr>
                <w:rFonts w:eastAsiaTheme="minorEastAsia"/>
              </w:rPr>
              <w:t>relevant personnel</w:t>
            </w:r>
          </w:p>
          <w:p w14:paraId="5AF2E588" w14:textId="42677077" w:rsidR="000520E3" w:rsidRPr="000520E3" w:rsidRDefault="000520E3" w:rsidP="000520E3">
            <w:pPr>
              <w:rPr>
                <w:rFonts w:eastAsiaTheme="minorEastAsia"/>
              </w:rPr>
            </w:pPr>
            <w:r w:rsidRPr="000520E3">
              <w:rPr>
                <w:rFonts w:eastAsiaTheme="minorEastAsia"/>
              </w:rPr>
              <w:t>2.3</w:t>
            </w:r>
            <w:r>
              <w:rPr>
                <w:rFonts w:eastAsiaTheme="minorEastAsia"/>
              </w:rPr>
              <w:t xml:space="preserve"> </w:t>
            </w:r>
            <w:r w:rsidRPr="000520E3">
              <w:rPr>
                <w:rFonts w:eastAsiaTheme="minorEastAsia"/>
              </w:rPr>
              <w:t>Package product to customer specifications, ensuring that the requirements of the transport company and relevant food regulations are met</w:t>
            </w:r>
            <w:r>
              <w:rPr>
                <w:rFonts w:eastAsiaTheme="minorEastAsia"/>
              </w:rPr>
              <w:t xml:space="preserve"> </w:t>
            </w:r>
          </w:p>
          <w:p w14:paraId="335C875F" w14:textId="04D33952" w:rsidR="000520E3" w:rsidRPr="000520E3" w:rsidRDefault="000520E3" w:rsidP="000520E3">
            <w:pPr>
              <w:rPr>
                <w:rFonts w:eastAsiaTheme="minorEastAsia"/>
              </w:rPr>
            </w:pPr>
            <w:r w:rsidRPr="000520E3">
              <w:rPr>
                <w:rFonts w:eastAsiaTheme="minorEastAsia"/>
              </w:rPr>
              <w:t>2.4</w:t>
            </w:r>
            <w:r>
              <w:rPr>
                <w:rFonts w:eastAsiaTheme="minorEastAsia"/>
              </w:rPr>
              <w:t xml:space="preserve"> </w:t>
            </w:r>
            <w:r w:rsidRPr="000520E3">
              <w:rPr>
                <w:rFonts w:eastAsiaTheme="minorEastAsia"/>
              </w:rPr>
              <w:t xml:space="preserve">Check product packaging to ensure the product temperature remains at the required level until product is received by customer, taking </w:t>
            </w:r>
            <w:r w:rsidR="00647C79">
              <w:rPr>
                <w:rFonts w:eastAsiaTheme="minorEastAsia"/>
              </w:rPr>
              <w:t>into</w:t>
            </w:r>
            <w:r w:rsidRPr="000520E3">
              <w:rPr>
                <w:rFonts w:eastAsiaTheme="minorEastAsia"/>
              </w:rPr>
              <w:t xml:space="preserve"> account possible delays that may occur</w:t>
            </w:r>
          </w:p>
          <w:p w14:paraId="7FC20FBD" w14:textId="5780EF66" w:rsidR="000520E3" w:rsidRPr="000520E3" w:rsidRDefault="000520E3" w:rsidP="000520E3">
            <w:pPr>
              <w:rPr>
                <w:rFonts w:eastAsiaTheme="minorEastAsia"/>
              </w:rPr>
            </w:pPr>
            <w:r w:rsidRPr="000520E3">
              <w:rPr>
                <w:rFonts w:eastAsiaTheme="minorEastAsia"/>
              </w:rPr>
              <w:t>2.5</w:t>
            </w:r>
            <w:r>
              <w:rPr>
                <w:rFonts w:eastAsiaTheme="minorEastAsia"/>
              </w:rPr>
              <w:t xml:space="preserve"> </w:t>
            </w:r>
            <w:r w:rsidRPr="000520E3">
              <w:rPr>
                <w:rFonts w:eastAsiaTheme="minorEastAsia"/>
              </w:rPr>
              <w:t>Apply appropriate product packaging to live product to ensure that product remains alive during distribution</w:t>
            </w:r>
          </w:p>
          <w:p w14:paraId="52E2C9C2" w14:textId="74244F5E" w:rsidR="000520E3" w:rsidRPr="000520E3" w:rsidRDefault="000520E3" w:rsidP="000520E3">
            <w:pPr>
              <w:rPr>
                <w:rFonts w:eastAsiaTheme="minorEastAsia"/>
              </w:rPr>
            </w:pPr>
            <w:r w:rsidRPr="000520E3">
              <w:rPr>
                <w:rFonts w:eastAsiaTheme="minorEastAsia"/>
              </w:rPr>
              <w:t>2.6</w:t>
            </w:r>
            <w:r>
              <w:rPr>
                <w:rFonts w:eastAsiaTheme="minorEastAsia"/>
              </w:rPr>
              <w:t xml:space="preserve"> </w:t>
            </w:r>
            <w:r w:rsidRPr="000520E3">
              <w:rPr>
                <w:rFonts w:eastAsiaTheme="minorEastAsia"/>
              </w:rPr>
              <w:t>Maintain the wellbeing of live product to ensure that it will remain alive until received by customer</w:t>
            </w:r>
          </w:p>
          <w:p w14:paraId="2B73179F" w14:textId="6316EBFE" w:rsidR="000520E3" w:rsidRPr="000520E3" w:rsidRDefault="000520E3" w:rsidP="000520E3">
            <w:pPr>
              <w:pStyle w:val="SIText"/>
            </w:pPr>
            <w:r w:rsidRPr="000520E3">
              <w:rPr>
                <w:rFonts w:eastAsiaTheme="minorEastAsia"/>
              </w:rPr>
              <w:t>2.7</w:t>
            </w:r>
            <w:r>
              <w:rPr>
                <w:rFonts w:eastAsiaTheme="minorEastAsia"/>
              </w:rPr>
              <w:t xml:space="preserve"> </w:t>
            </w:r>
            <w:r w:rsidRPr="000520E3">
              <w:rPr>
                <w:rFonts w:eastAsiaTheme="minorEastAsia"/>
              </w:rPr>
              <w:t>Label product according to relevant food regulations, ensuring that original identification of the product can be easily established</w:t>
            </w:r>
          </w:p>
        </w:tc>
      </w:tr>
      <w:tr w:rsidR="000520E3" w:rsidRPr="00963A46" w14:paraId="771D91E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307A0F6" w14:textId="007BAC51" w:rsidR="000520E3" w:rsidRPr="000520E3" w:rsidRDefault="000520E3" w:rsidP="000520E3">
            <w:pPr>
              <w:pStyle w:val="SIText"/>
            </w:pPr>
            <w:r w:rsidRPr="000520E3">
              <w:t>3.</w:t>
            </w:r>
            <w:r>
              <w:t xml:space="preserve"> </w:t>
            </w:r>
            <w:r w:rsidRPr="000520E3">
              <w:t>Distribute product</w:t>
            </w:r>
          </w:p>
        </w:tc>
        <w:tc>
          <w:tcPr>
            <w:tcW w:w="3604" w:type="pct"/>
            <w:shd w:val="clear" w:color="auto" w:fill="auto"/>
          </w:tcPr>
          <w:p w14:paraId="2A1D755A" w14:textId="7A912ACF" w:rsidR="000520E3" w:rsidRPr="000520E3" w:rsidRDefault="000520E3" w:rsidP="000520E3">
            <w:r w:rsidRPr="000520E3">
              <w:rPr>
                <w:rFonts w:eastAsiaTheme="minorEastAsia"/>
              </w:rPr>
              <w:t>3.1</w:t>
            </w:r>
            <w:r>
              <w:rPr>
                <w:rFonts w:eastAsiaTheme="minorEastAsia"/>
              </w:rPr>
              <w:t xml:space="preserve"> </w:t>
            </w:r>
            <w:r w:rsidRPr="000520E3">
              <w:rPr>
                <w:rFonts w:eastAsiaTheme="minorEastAsia"/>
              </w:rPr>
              <w:t>Complete and file appropriate dispatch forms for product taken to or collected by transport company</w:t>
            </w:r>
          </w:p>
          <w:p w14:paraId="472BD284" w14:textId="3EBEBB31" w:rsidR="000520E3" w:rsidRPr="000520E3" w:rsidRDefault="000520E3" w:rsidP="000520E3">
            <w:pPr>
              <w:rPr>
                <w:rFonts w:eastAsiaTheme="minorEastAsia"/>
              </w:rPr>
            </w:pPr>
            <w:r w:rsidRPr="000520E3">
              <w:rPr>
                <w:rFonts w:eastAsiaTheme="minorEastAsia"/>
              </w:rPr>
              <w:t>3.2</w:t>
            </w:r>
            <w:r>
              <w:rPr>
                <w:rFonts w:eastAsiaTheme="minorEastAsia"/>
              </w:rPr>
              <w:t xml:space="preserve"> </w:t>
            </w:r>
            <w:r w:rsidRPr="000520E3">
              <w:rPr>
                <w:rFonts w:eastAsiaTheme="minorEastAsia"/>
              </w:rPr>
              <w:t xml:space="preserve">Measure and record temperature of fresh and frozen product before final dispatch to ensure compliance with food </w:t>
            </w:r>
            <w:r w:rsidR="00B110AC">
              <w:rPr>
                <w:rFonts w:eastAsiaTheme="minorEastAsia"/>
              </w:rPr>
              <w:t xml:space="preserve">safety </w:t>
            </w:r>
            <w:r w:rsidRPr="000520E3">
              <w:rPr>
                <w:rFonts w:eastAsiaTheme="minorEastAsia"/>
              </w:rPr>
              <w:t>regulations</w:t>
            </w:r>
          </w:p>
          <w:p w14:paraId="7737DD1A" w14:textId="26EA1120" w:rsidR="000520E3" w:rsidRPr="000520E3" w:rsidRDefault="000520E3" w:rsidP="000520E3">
            <w:pPr>
              <w:rPr>
                <w:rFonts w:eastAsiaTheme="minorEastAsia"/>
              </w:rPr>
            </w:pPr>
            <w:r w:rsidRPr="000520E3">
              <w:rPr>
                <w:rFonts w:eastAsiaTheme="minorEastAsia"/>
              </w:rPr>
              <w:t>3.3</w:t>
            </w:r>
            <w:r>
              <w:rPr>
                <w:rFonts w:eastAsiaTheme="minorEastAsia"/>
              </w:rPr>
              <w:t xml:space="preserve"> </w:t>
            </w:r>
            <w:r w:rsidRPr="000520E3">
              <w:rPr>
                <w:rFonts w:eastAsiaTheme="minorEastAsia"/>
              </w:rPr>
              <w:t>Measure and record temperature and water quality of live produce</w:t>
            </w:r>
          </w:p>
          <w:p w14:paraId="02A7B6D4" w14:textId="3ABEB11F" w:rsidR="000520E3" w:rsidRPr="000520E3" w:rsidRDefault="000520E3" w:rsidP="000520E3">
            <w:pPr>
              <w:pStyle w:val="SIText"/>
            </w:pPr>
            <w:r w:rsidRPr="000520E3">
              <w:rPr>
                <w:rFonts w:eastAsiaTheme="minorEastAsia"/>
              </w:rPr>
              <w:t>3.4</w:t>
            </w:r>
            <w:r>
              <w:rPr>
                <w:rFonts w:eastAsiaTheme="minorEastAsia"/>
              </w:rPr>
              <w:t xml:space="preserve"> </w:t>
            </w:r>
            <w:r w:rsidRPr="000520E3">
              <w:rPr>
                <w:rFonts w:eastAsiaTheme="minorEastAsia"/>
              </w:rPr>
              <w:t>Notify customer of the time and place of product delivery and advise of consignment number or other means of identifying product</w:t>
            </w:r>
          </w:p>
        </w:tc>
      </w:tr>
    </w:tbl>
    <w:p w14:paraId="4473D956" w14:textId="77777777" w:rsidR="005F771F" w:rsidRDefault="005F771F" w:rsidP="005F771F">
      <w:pPr>
        <w:pStyle w:val="SIText"/>
      </w:pPr>
    </w:p>
    <w:p w14:paraId="2B65977A" w14:textId="77777777" w:rsidR="005F771F" w:rsidRPr="000754EC" w:rsidRDefault="005F771F" w:rsidP="000754EC">
      <w:r>
        <w:br w:type="page"/>
      </w:r>
    </w:p>
    <w:p w14:paraId="7370F7FD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0E667749" w14:textId="77777777" w:rsidTr="00CA2922">
        <w:trPr>
          <w:tblHeader/>
        </w:trPr>
        <w:tc>
          <w:tcPr>
            <w:tcW w:w="5000" w:type="pct"/>
            <w:gridSpan w:val="2"/>
          </w:tcPr>
          <w:p w14:paraId="4FE6887D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5A0F0CAF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4BE31DF6" w14:textId="77777777" w:rsidTr="00CA2922">
        <w:trPr>
          <w:tblHeader/>
        </w:trPr>
        <w:tc>
          <w:tcPr>
            <w:tcW w:w="1396" w:type="pct"/>
          </w:tcPr>
          <w:p w14:paraId="0BFAD99B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317AB79F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0520E3" w:rsidRPr="00336FCA" w:rsidDel="00423CB2" w14:paraId="7A6C86DB" w14:textId="77777777" w:rsidTr="00CA2922">
        <w:tc>
          <w:tcPr>
            <w:tcW w:w="1396" w:type="pct"/>
          </w:tcPr>
          <w:p w14:paraId="63013FFB" w14:textId="70122982" w:rsidR="000520E3" w:rsidRPr="000520E3" w:rsidRDefault="000520E3" w:rsidP="000520E3">
            <w:pPr>
              <w:pStyle w:val="SIText"/>
            </w:pPr>
            <w:r w:rsidRPr="000520E3">
              <w:t xml:space="preserve">Numeracy </w:t>
            </w:r>
          </w:p>
        </w:tc>
        <w:tc>
          <w:tcPr>
            <w:tcW w:w="3604" w:type="pct"/>
          </w:tcPr>
          <w:p w14:paraId="45880F93" w14:textId="53ED217A" w:rsidR="000520E3" w:rsidRPr="000520E3" w:rsidRDefault="000520E3" w:rsidP="000520E3">
            <w:pPr>
              <w:pStyle w:val="SIBulletList1"/>
            </w:pPr>
            <w:r w:rsidRPr="000520E3">
              <w:t>Calculate extensions of weight and price to give an accurate price of product</w:t>
            </w:r>
          </w:p>
          <w:p w14:paraId="1D26F408" w14:textId="349D5528" w:rsidR="000520E3" w:rsidRPr="000520E3" w:rsidRDefault="00027275" w:rsidP="000520E3">
            <w:pPr>
              <w:pStyle w:val="SIBulletList1"/>
            </w:pPr>
            <w:r>
              <w:t>interpret the reading of</w:t>
            </w:r>
            <w:r w:rsidR="000520E3" w:rsidRPr="000520E3">
              <w:t xml:space="preserve"> a thermometer</w:t>
            </w:r>
          </w:p>
        </w:tc>
      </w:tr>
      <w:tr w:rsidR="000520E3" w:rsidRPr="00336FCA" w:rsidDel="00423CB2" w14:paraId="229D9642" w14:textId="77777777" w:rsidTr="00CA2922">
        <w:tc>
          <w:tcPr>
            <w:tcW w:w="1396" w:type="pct"/>
          </w:tcPr>
          <w:p w14:paraId="307E895A" w14:textId="5DC1ABF7" w:rsidR="000520E3" w:rsidRPr="000520E3" w:rsidRDefault="000520E3" w:rsidP="000520E3">
            <w:pPr>
              <w:pStyle w:val="SIText"/>
            </w:pPr>
            <w:r w:rsidRPr="000520E3">
              <w:t xml:space="preserve">Reading </w:t>
            </w:r>
          </w:p>
        </w:tc>
        <w:tc>
          <w:tcPr>
            <w:tcW w:w="3604" w:type="pct"/>
          </w:tcPr>
          <w:p w14:paraId="122EA5DC" w14:textId="42D1660F" w:rsidR="000520E3" w:rsidRPr="000520E3" w:rsidRDefault="000520E3" w:rsidP="00F37754">
            <w:pPr>
              <w:pStyle w:val="SIBulletList1"/>
              <w:rPr>
                <w:rFonts w:eastAsia="Calibri"/>
              </w:rPr>
            </w:pPr>
            <w:r w:rsidRPr="000520E3">
              <w:t>Identify requirements from basic order forms</w:t>
            </w:r>
            <w:r w:rsidR="00F37754">
              <w:t>, customer and workplace specifications</w:t>
            </w:r>
          </w:p>
        </w:tc>
      </w:tr>
      <w:tr w:rsidR="000520E3" w:rsidRPr="00336FCA" w:rsidDel="00423CB2" w14:paraId="0F023268" w14:textId="77777777" w:rsidTr="00CA2922">
        <w:tc>
          <w:tcPr>
            <w:tcW w:w="1396" w:type="pct"/>
          </w:tcPr>
          <w:p w14:paraId="143678B8" w14:textId="6A15897D" w:rsidR="000520E3" w:rsidRPr="000520E3" w:rsidRDefault="000520E3" w:rsidP="000520E3">
            <w:r w:rsidRPr="000520E3">
              <w:t>Navigate the world of work</w:t>
            </w:r>
          </w:p>
        </w:tc>
        <w:tc>
          <w:tcPr>
            <w:tcW w:w="3604" w:type="pct"/>
          </w:tcPr>
          <w:p w14:paraId="08C1D482" w14:textId="7534B135" w:rsidR="000520E3" w:rsidRPr="000520E3" w:rsidRDefault="000520E3" w:rsidP="000520E3">
            <w:pPr>
              <w:pStyle w:val="SIBulletList1"/>
              <w:rPr>
                <w:rFonts w:eastAsia="Calibri"/>
              </w:rPr>
            </w:pPr>
            <w:r w:rsidRPr="000520E3">
              <w:t>Take steps to develop skills and knowledge of seafood products</w:t>
            </w:r>
          </w:p>
        </w:tc>
      </w:tr>
      <w:tr w:rsidR="000520E3" w:rsidRPr="00336FCA" w:rsidDel="00423CB2" w14:paraId="4BE849ED" w14:textId="77777777" w:rsidTr="00CA2922">
        <w:tc>
          <w:tcPr>
            <w:tcW w:w="1396" w:type="pct"/>
          </w:tcPr>
          <w:p w14:paraId="2809BECC" w14:textId="017F3EE9" w:rsidR="000520E3" w:rsidRPr="000520E3" w:rsidRDefault="000520E3" w:rsidP="000520E3">
            <w:r w:rsidRPr="000520E3">
              <w:t>Interact with others</w:t>
            </w:r>
          </w:p>
        </w:tc>
        <w:tc>
          <w:tcPr>
            <w:tcW w:w="3604" w:type="pct"/>
          </w:tcPr>
          <w:p w14:paraId="18E95ED8" w14:textId="745869BA" w:rsidR="000520E3" w:rsidRPr="00924AA3" w:rsidRDefault="000520E3" w:rsidP="00F37754">
            <w:pPr>
              <w:pStyle w:val="SIBulletList1"/>
              <w:rPr>
                <w:rFonts w:eastAsia="Calibri"/>
              </w:rPr>
            </w:pPr>
            <w:r w:rsidRPr="000520E3">
              <w:rPr>
                <w:rFonts w:eastAsia="Calibri"/>
              </w:rPr>
              <w:t>Select and use appropriate terminology when communicating with personnel and customers</w:t>
            </w:r>
          </w:p>
        </w:tc>
      </w:tr>
      <w:tr w:rsidR="000520E3" w:rsidRPr="00336FCA" w:rsidDel="00423CB2" w14:paraId="1F9DEA63" w14:textId="77777777" w:rsidTr="00CA2922">
        <w:tc>
          <w:tcPr>
            <w:tcW w:w="1396" w:type="pct"/>
          </w:tcPr>
          <w:p w14:paraId="1E309450" w14:textId="3941F7E5" w:rsidR="000520E3" w:rsidRPr="000520E3" w:rsidRDefault="000520E3" w:rsidP="000520E3">
            <w:r w:rsidRPr="000520E3">
              <w:t>Get the work done</w:t>
            </w:r>
          </w:p>
        </w:tc>
        <w:tc>
          <w:tcPr>
            <w:tcW w:w="3604" w:type="pct"/>
          </w:tcPr>
          <w:p w14:paraId="48B695CE" w14:textId="30FCD125" w:rsidR="000520E3" w:rsidRPr="000520E3" w:rsidRDefault="000520E3" w:rsidP="000520E3">
            <w:pPr>
              <w:pStyle w:val="SIBulletList1"/>
              <w:rPr>
                <w:rFonts w:eastAsia="Calibri"/>
              </w:rPr>
            </w:pPr>
            <w:r w:rsidRPr="000520E3">
              <w:rPr>
                <w:rFonts w:eastAsia="Calibri"/>
              </w:rPr>
              <w:t>Use digital technologies including calculator and electronic scales</w:t>
            </w:r>
          </w:p>
        </w:tc>
      </w:tr>
    </w:tbl>
    <w:p w14:paraId="2422EC50" w14:textId="77777777" w:rsidR="00916CD7" w:rsidRDefault="00916CD7" w:rsidP="005F771F">
      <w:pPr>
        <w:pStyle w:val="SIText"/>
      </w:pPr>
    </w:p>
    <w:p w14:paraId="2890A1AE" w14:textId="78F867FA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A966DE4" w14:textId="77777777" w:rsidTr="00F33FF2">
        <w:tc>
          <w:tcPr>
            <w:tcW w:w="5000" w:type="pct"/>
            <w:gridSpan w:val="4"/>
          </w:tcPr>
          <w:p w14:paraId="4F974DF4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5576FF6" w14:textId="77777777" w:rsidTr="00F33FF2">
        <w:tc>
          <w:tcPr>
            <w:tcW w:w="1028" w:type="pct"/>
          </w:tcPr>
          <w:p w14:paraId="7802C560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1D5AF654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45A8B122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73A03D2A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520E3" w14:paraId="67633B90" w14:textId="77777777" w:rsidTr="00F33FF2">
        <w:tc>
          <w:tcPr>
            <w:tcW w:w="1028" w:type="pct"/>
          </w:tcPr>
          <w:p w14:paraId="666F2C5F" w14:textId="58DF3309" w:rsidR="000520E3" w:rsidRPr="000520E3" w:rsidRDefault="000520E3" w:rsidP="000520E3">
            <w:pPr>
              <w:pStyle w:val="SIText"/>
            </w:pPr>
            <w:r>
              <w:t>SFIST</w:t>
            </w:r>
            <w:r w:rsidRPr="000520E3">
              <w:t>R202 Receive and distribute product</w:t>
            </w:r>
          </w:p>
        </w:tc>
        <w:tc>
          <w:tcPr>
            <w:tcW w:w="1105" w:type="pct"/>
          </w:tcPr>
          <w:p w14:paraId="520629F4" w14:textId="5F7BE88E" w:rsidR="000520E3" w:rsidRPr="000520E3" w:rsidRDefault="000520E3" w:rsidP="000520E3">
            <w:pPr>
              <w:pStyle w:val="SIText"/>
            </w:pPr>
            <w:r w:rsidRPr="000520E3">
              <w:t>SFISTOR202C Receive and distribute product</w:t>
            </w:r>
          </w:p>
        </w:tc>
        <w:tc>
          <w:tcPr>
            <w:tcW w:w="1251" w:type="pct"/>
          </w:tcPr>
          <w:p w14:paraId="51844FA1" w14:textId="2F9571BE" w:rsidR="000520E3" w:rsidRPr="000520E3" w:rsidRDefault="000520E3" w:rsidP="000520E3">
            <w:pPr>
              <w:pStyle w:val="SIText"/>
            </w:pPr>
            <w:r w:rsidRPr="000520E3">
              <w:t>Updated to meet Standards for Training Packages</w:t>
            </w:r>
          </w:p>
        </w:tc>
        <w:tc>
          <w:tcPr>
            <w:tcW w:w="1616" w:type="pct"/>
          </w:tcPr>
          <w:p w14:paraId="509E63B0" w14:textId="13395DEB" w:rsidR="000520E3" w:rsidRPr="000520E3" w:rsidRDefault="000520E3" w:rsidP="000520E3">
            <w:pPr>
              <w:pStyle w:val="SIText"/>
            </w:pPr>
            <w:r w:rsidRPr="000520E3">
              <w:t>Equivalent unit</w:t>
            </w:r>
          </w:p>
        </w:tc>
      </w:tr>
    </w:tbl>
    <w:p w14:paraId="64F1015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3C9E3C3" w14:textId="77777777" w:rsidTr="00CA2922">
        <w:tc>
          <w:tcPr>
            <w:tcW w:w="1396" w:type="pct"/>
            <w:shd w:val="clear" w:color="auto" w:fill="auto"/>
          </w:tcPr>
          <w:p w14:paraId="0CCD5461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C2AC4B0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4FC8574C" w14:textId="13DD5378" w:rsidR="00F1480E" w:rsidRPr="000754EC" w:rsidRDefault="008E39B1" w:rsidP="00E40225">
            <w:pPr>
              <w:pStyle w:val="SIText"/>
            </w:pPr>
            <w:r w:rsidRPr="008E39B1">
              <w:t>https://vetnet.education.gov.au/Pages/TrainingDocs.aspx?q=e31d8c6b-1608-4d77-9f71-9ee749456273</w:t>
            </w:r>
          </w:p>
        </w:tc>
      </w:tr>
    </w:tbl>
    <w:p w14:paraId="033391ED" w14:textId="77777777" w:rsidR="00F1480E" w:rsidRDefault="00F1480E" w:rsidP="005F771F">
      <w:pPr>
        <w:pStyle w:val="SIText"/>
      </w:pPr>
    </w:p>
    <w:p w14:paraId="6C71DBA8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31BBAA4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67049C77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36F3694F" w14:textId="3EB66084" w:rsidR="00556C4C" w:rsidRPr="000754EC" w:rsidRDefault="00556C4C" w:rsidP="00195B88">
            <w:pPr>
              <w:pStyle w:val="SIUnittitle"/>
            </w:pPr>
            <w:r w:rsidRPr="00F56827">
              <w:t xml:space="preserve">Assessment requirements for </w:t>
            </w:r>
            <w:r w:rsidR="000520E3" w:rsidRPr="000520E3">
              <w:t>SFISTR202 Receive and distribute product</w:t>
            </w:r>
          </w:p>
        </w:tc>
      </w:tr>
      <w:tr w:rsidR="00556C4C" w:rsidRPr="00A55106" w14:paraId="628D997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9D3EF3B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CF49A8" w:rsidRPr="00067E1C" w14:paraId="5FA5C884" w14:textId="77777777" w:rsidTr="00113678">
        <w:tc>
          <w:tcPr>
            <w:tcW w:w="5000" w:type="pct"/>
            <w:gridSpan w:val="2"/>
            <w:shd w:val="clear" w:color="auto" w:fill="auto"/>
          </w:tcPr>
          <w:p w14:paraId="7DE72889" w14:textId="7F0E4A61" w:rsidR="000520E3" w:rsidRPr="000520E3" w:rsidRDefault="00781ED1" w:rsidP="000520E3">
            <w:pPr>
              <w:pStyle w:val="SIText"/>
            </w:pPr>
            <w:r>
              <w:t xml:space="preserve">An individual </w:t>
            </w:r>
            <w:r w:rsidR="000520E3" w:rsidRPr="000520E3">
              <w:t>demonstrating competency must satisfy all of the elements</w:t>
            </w:r>
            <w:r>
              <w:t xml:space="preserve"> and </w:t>
            </w:r>
            <w:r w:rsidR="000520E3" w:rsidRPr="000520E3">
              <w:t xml:space="preserve">performance criteria of this unit. </w:t>
            </w:r>
            <w:r>
              <w:t xml:space="preserve">There must be evidence that the individual has </w:t>
            </w:r>
            <w:r w:rsidR="008E1012">
              <w:t xml:space="preserve">completed tasks in </w:t>
            </w:r>
            <w:r>
              <w:t>receiv</w:t>
            </w:r>
            <w:r w:rsidR="008E1012">
              <w:t>ing, preparing</w:t>
            </w:r>
            <w:r>
              <w:t xml:space="preserve"> and distribut</w:t>
            </w:r>
            <w:r w:rsidR="008E1012">
              <w:t>ing</w:t>
            </w:r>
            <w:r>
              <w:t xml:space="preserve"> seafood product on at least </w:t>
            </w:r>
            <w:r w:rsidR="004645B4">
              <w:t>one occasion</w:t>
            </w:r>
            <w:r>
              <w:t xml:space="preserve"> including:</w:t>
            </w:r>
          </w:p>
          <w:p w14:paraId="74559F93" w14:textId="30BC25F4" w:rsidR="00AF6792" w:rsidRDefault="00AF6792" w:rsidP="00AF6792">
            <w:pPr>
              <w:pStyle w:val="SIBulletList1"/>
            </w:pPr>
            <w:r>
              <w:t>preparing the workplace and self before receiving stock</w:t>
            </w:r>
          </w:p>
          <w:p w14:paraId="7E44A2D7" w14:textId="3164DB17" w:rsidR="00AF6792" w:rsidRDefault="00AF6792" w:rsidP="00AF6792">
            <w:pPr>
              <w:pStyle w:val="SIBulletList1"/>
            </w:pPr>
            <w:r w:rsidRPr="000520E3">
              <w:t>assess</w:t>
            </w:r>
            <w:r w:rsidRPr="00AF6792">
              <w:t>ing quality of product against a company specification, when received at the workpl</w:t>
            </w:r>
            <w:r w:rsidR="00E01973">
              <w:t>ace</w:t>
            </w:r>
          </w:p>
          <w:p w14:paraId="0535D607" w14:textId="2DEE6938" w:rsidR="00E01973" w:rsidRDefault="00E01973" w:rsidP="00AF6792">
            <w:pPr>
              <w:pStyle w:val="SIBulletList1"/>
            </w:pPr>
            <w:r>
              <w:t xml:space="preserve">conducting a visual inspection </w:t>
            </w:r>
            <w:r w:rsidR="001C100B">
              <w:t>of product for any signs of spoilage, defe</w:t>
            </w:r>
            <w:r w:rsidR="00647C79">
              <w:t>c</w:t>
            </w:r>
            <w:r w:rsidR="001C100B">
              <w:t>ts and parasites on receiving stock</w:t>
            </w:r>
          </w:p>
          <w:p w14:paraId="5419691F" w14:textId="496B41FD" w:rsidR="001C100B" w:rsidRDefault="00AF6792" w:rsidP="00DD4347">
            <w:pPr>
              <w:pStyle w:val="SIBulletList1"/>
            </w:pPr>
            <w:r w:rsidRPr="000520E3">
              <w:t>weigh</w:t>
            </w:r>
            <w:r w:rsidRPr="00AF6792">
              <w:t xml:space="preserve">ing and recording </w:t>
            </w:r>
            <w:r w:rsidR="001C100B">
              <w:t xml:space="preserve">product </w:t>
            </w:r>
            <w:r w:rsidRPr="00AF6792">
              <w:t xml:space="preserve">details </w:t>
            </w:r>
          </w:p>
          <w:p w14:paraId="64E2375D" w14:textId="5390E7D8" w:rsidR="000520E3" w:rsidRPr="000520E3" w:rsidRDefault="000520E3" w:rsidP="000520E3">
            <w:pPr>
              <w:pStyle w:val="SIBulletList1"/>
            </w:pPr>
            <w:r w:rsidRPr="000520E3">
              <w:t>comply</w:t>
            </w:r>
            <w:r w:rsidR="00781ED1">
              <w:t>ing</w:t>
            </w:r>
            <w:r w:rsidRPr="000520E3">
              <w:t xml:space="preserve"> with required food regulations and workplace procedures</w:t>
            </w:r>
          </w:p>
          <w:p w14:paraId="5572CB11" w14:textId="1A44D8A1" w:rsidR="000520E3" w:rsidRPr="000520E3" w:rsidRDefault="000520E3" w:rsidP="000520E3">
            <w:pPr>
              <w:pStyle w:val="SIBulletList1"/>
            </w:pPr>
            <w:r w:rsidRPr="000520E3">
              <w:t>label</w:t>
            </w:r>
            <w:r w:rsidR="00AF6792">
              <w:t>ling</w:t>
            </w:r>
            <w:r w:rsidRPr="000520E3">
              <w:t xml:space="preserve"> product</w:t>
            </w:r>
          </w:p>
          <w:p w14:paraId="2FE534AD" w14:textId="6EB50032" w:rsidR="000520E3" w:rsidRPr="000520E3" w:rsidRDefault="00781ED1" w:rsidP="000520E3">
            <w:pPr>
              <w:pStyle w:val="SIBulletList1"/>
            </w:pPr>
            <w:r w:rsidRPr="000520E3">
              <w:t>handl</w:t>
            </w:r>
            <w:r>
              <w:t>ing</w:t>
            </w:r>
            <w:r w:rsidR="000520E3" w:rsidRPr="000520E3">
              <w:t xml:space="preserve"> and </w:t>
            </w:r>
            <w:r w:rsidR="007C07B2" w:rsidRPr="000520E3">
              <w:t>packi</w:t>
            </w:r>
            <w:r w:rsidR="007C07B2">
              <w:t>ng</w:t>
            </w:r>
            <w:r w:rsidR="000520E3" w:rsidRPr="000520E3">
              <w:t xml:space="preserve"> product</w:t>
            </w:r>
            <w:r w:rsidRPr="000520E3">
              <w:t xml:space="preserve"> safely and hygienically</w:t>
            </w:r>
          </w:p>
          <w:p w14:paraId="13DCBF78" w14:textId="77777777" w:rsidR="00AF6792" w:rsidRPr="00AF6792" w:rsidRDefault="00AF6792" w:rsidP="00AF6792">
            <w:pPr>
              <w:pStyle w:val="SIBulletList1"/>
            </w:pPr>
            <w:r w:rsidRPr="000520E3">
              <w:t>arrang</w:t>
            </w:r>
            <w:r w:rsidRPr="00AF6792">
              <w:t>ing for distribution by road, ship, rail or air</w:t>
            </w:r>
          </w:p>
          <w:p w14:paraId="75F387E5" w14:textId="77777777" w:rsidR="001A6754" w:rsidRDefault="00C9482C" w:rsidP="000520E3">
            <w:pPr>
              <w:pStyle w:val="SIBulletList1"/>
            </w:pPr>
            <w:r>
              <w:t xml:space="preserve">monitoring, </w:t>
            </w:r>
            <w:r w:rsidRPr="00C9482C">
              <w:t xml:space="preserve">measuring and recording temperature of product </w:t>
            </w:r>
          </w:p>
          <w:p w14:paraId="48A43C30" w14:textId="03C6B209" w:rsidR="00CF49A8" w:rsidRPr="00CF49A8" w:rsidRDefault="001A6754" w:rsidP="00647C79">
            <w:pPr>
              <w:pStyle w:val="SIBulletList1"/>
            </w:pPr>
            <w:proofErr w:type="gramStart"/>
            <w:r>
              <w:t>notifying</w:t>
            </w:r>
            <w:proofErr w:type="gramEnd"/>
            <w:r>
              <w:t xml:space="preserve"> customer of product delivery details.</w:t>
            </w:r>
          </w:p>
        </w:tc>
      </w:tr>
    </w:tbl>
    <w:p w14:paraId="760A49F0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E65300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3C3822A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CF49A8" w:rsidRPr="00A55106" w14:paraId="39B0B23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3483F06" w14:textId="77777777" w:rsidR="000520E3" w:rsidRPr="000520E3" w:rsidRDefault="000520E3" w:rsidP="000520E3">
            <w:pPr>
              <w:pStyle w:val="SIText"/>
            </w:pPr>
            <w:r w:rsidRPr="000520E3">
              <w:t>An individual must be able to demonstrate the knowledge required to perform the tasks outlined in the elements and performance criteria of this unit. This includes knowledge of:</w:t>
            </w:r>
          </w:p>
          <w:p w14:paraId="35A6CBA1" w14:textId="77777777" w:rsidR="000520E3" w:rsidRPr="000520E3" w:rsidRDefault="000520E3" w:rsidP="000520E3">
            <w:pPr>
              <w:pStyle w:val="SIBulletList1"/>
            </w:pPr>
            <w:r w:rsidRPr="000520E3">
              <w:t>common damage, defects, diseases, parasites for species</w:t>
            </w:r>
          </w:p>
          <w:p w14:paraId="5ADEC278" w14:textId="77777777" w:rsidR="000520E3" w:rsidRPr="000520E3" w:rsidRDefault="000520E3" w:rsidP="000520E3">
            <w:pPr>
              <w:pStyle w:val="SIBulletList1"/>
            </w:pPr>
            <w:r w:rsidRPr="000520E3">
              <w:t>degree of freshness and spoilage pattern for the species</w:t>
            </w:r>
          </w:p>
          <w:p w14:paraId="2ED74D69" w14:textId="16B7604A" w:rsidR="000520E3" w:rsidRPr="000520E3" w:rsidRDefault="000520E3" w:rsidP="000520E3">
            <w:pPr>
              <w:pStyle w:val="SIBulletList1"/>
            </w:pPr>
            <w:r w:rsidRPr="000520E3">
              <w:t>features of seafood or other aquatic species in accordance with Australian Fish Names Standard AS 5300</w:t>
            </w:r>
            <w:r w:rsidR="00647C79">
              <w:t>-2015</w:t>
            </w:r>
            <w:r w:rsidRPr="000520E3">
              <w:t xml:space="preserve"> and product types</w:t>
            </w:r>
          </w:p>
          <w:p w14:paraId="597B1A5B" w14:textId="349C6F96" w:rsidR="000520E3" w:rsidRPr="000520E3" w:rsidRDefault="000520E3" w:rsidP="000520E3">
            <w:pPr>
              <w:pStyle w:val="SIBulletList1"/>
            </w:pPr>
            <w:r w:rsidRPr="000520E3">
              <w:t xml:space="preserve">product packaging requirements for live </w:t>
            </w:r>
            <w:r w:rsidR="00DD2A3D">
              <w:t xml:space="preserve">seafood </w:t>
            </w:r>
            <w:r w:rsidRPr="000520E3">
              <w:t>product</w:t>
            </w:r>
          </w:p>
          <w:p w14:paraId="62AEF44A" w14:textId="0F39B9E0" w:rsidR="000520E3" w:rsidRPr="000520E3" w:rsidRDefault="000520E3" w:rsidP="000520E3">
            <w:pPr>
              <w:pStyle w:val="SIBulletList1"/>
            </w:pPr>
            <w:r w:rsidRPr="000520E3">
              <w:t>safe procedures for manual handling and load shifting</w:t>
            </w:r>
            <w:r w:rsidR="00DD2A3D">
              <w:t xml:space="preserve"> seafood product</w:t>
            </w:r>
          </w:p>
          <w:p w14:paraId="6CDEB5EA" w14:textId="2EE614F9" w:rsidR="000520E3" w:rsidRDefault="000520E3" w:rsidP="000520E3">
            <w:pPr>
              <w:pStyle w:val="SIBulletList1"/>
            </w:pPr>
            <w:r w:rsidRPr="000520E3">
              <w:t>labelling and recording requirements</w:t>
            </w:r>
            <w:r w:rsidR="00DD2A3D">
              <w:t xml:space="preserve"> for packing and distributing seafood product</w:t>
            </w:r>
          </w:p>
          <w:p w14:paraId="30D63C83" w14:textId="13816EB8" w:rsidR="00E76CC9" w:rsidRPr="002E7F79" w:rsidRDefault="00E76CC9" w:rsidP="00E76CC9">
            <w:pPr>
              <w:pStyle w:val="SIBulletList1"/>
            </w:pPr>
            <w:r w:rsidRPr="002E7F79">
              <w:t xml:space="preserve">relevant legislation relating to </w:t>
            </w:r>
            <w:r>
              <w:t>receiving and distributing seafood product</w:t>
            </w:r>
            <w:r w:rsidRPr="002E7F79">
              <w:t>: </w:t>
            </w:r>
          </w:p>
          <w:p w14:paraId="26F012A9" w14:textId="3D86D954" w:rsidR="00870306" w:rsidRDefault="00870306" w:rsidP="00870306">
            <w:pPr>
              <w:pStyle w:val="SIBulletList1"/>
            </w:pPr>
            <w:r>
              <w:t>food safety and hygiene procedures including:</w:t>
            </w:r>
          </w:p>
          <w:p w14:paraId="6308A985" w14:textId="77777777" w:rsidR="00870306" w:rsidRPr="00870306" w:rsidRDefault="00870306" w:rsidP="00870306">
            <w:pPr>
              <w:pStyle w:val="SIBulletList2"/>
            </w:pPr>
            <w:r w:rsidRPr="000520E3">
              <w:t xml:space="preserve">temperature measurement and control </w:t>
            </w:r>
          </w:p>
          <w:p w14:paraId="5E5C4222" w14:textId="77777777" w:rsidR="00870306" w:rsidRPr="00870306" w:rsidRDefault="00870306" w:rsidP="00870306">
            <w:pPr>
              <w:pStyle w:val="SIBulletList2"/>
            </w:pPr>
            <w:r w:rsidRPr="000520E3">
              <w:t>hygienic handling and preparation of seafood</w:t>
            </w:r>
          </w:p>
          <w:p w14:paraId="146204FF" w14:textId="521ADC53" w:rsidR="00870306" w:rsidRPr="00870306" w:rsidRDefault="00870306" w:rsidP="00870306">
            <w:pPr>
              <w:pStyle w:val="SIBulletList2"/>
            </w:pPr>
            <w:proofErr w:type="gramStart"/>
            <w:r w:rsidRPr="000520E3">
              <w:t>personal</w:t>
            </w:r>
            <w:proofErr w:type="gramEnd"/>
            <w:r w:rsidRPr="000520E3">
              <w:t xml:space="preserve"> and workplace hygiene</w:t>
            </w:r>
            <w:r w:rsidR="005A147A">
              <w:t>.</w:t>
            </w:r>
          </w:p>
          <w:p w14:paraId="7D18C0FD" w14:textId="580F6A0B" w:rsidR="00CF49A8" w:rsidRPr="00CF49A8" w:rsidRDefault="00CF49A8" w:rsidP="00647C79">
            <w:pPr>
              <w:pStyle w:val="SIBulletList2"/>
              <w:numPr>
                <w:ilvl w:val="0"/>
                <w:numId w:val="0"/>
              </w:numPr>
              <w:ind w:left="357"/>
            </w:pPr>
          </w:p>
        </w:tc>
      </w:tr>
    </w:tbl>
    <w:p w14:paraId="6ABB4D5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8C282B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E922C84" w14:textId="77777777" w:rsidR="00F1480E" w:rsidRPr="000754EC" w:rsidRDefault="00D71E43" w:rsidP="000754EC">
            <w:pPr>
              <w:pStyle w:val="SIHeading2"/>
            </w:pPr>
            <w:r w:rsidRPr="002C55E9">
              <w:lastRenderedPageBreak/>
              <w:t>A</w:t>
            </w:r>
            <w:r w:rsidRPr="000754EC">
              <w:t>ssessment Conditions</w:t>
            </w:r>
          </w:p>
        </w:tc>
      </w:tr>
      <w:tr w:rsidR="00CF49A8" w:rsidRPr="00A55106" w14:paraId="7B4962B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53938FF" w14:textId="77777777" w:rsidR="000520E3" w:rsidRPr="000520E3" w:rsidRDefault="000520E3" w:rsidP="000520E3">
            <w:pPr>
              <w:pStyle w:val="SIText"/>
            </w:pPr>
            <w:r w:rsidRPr="000520E3">
              <w:t xml:space="preserve">Assessment of this unit of competency must take place under the following conditions: </w:t>
            </w:r>
          </w:p>
          <w:p w14:paraId="0F4C60D6" w14:textId="77777777" w:rsidR="000520E3" w:rsidRPr="000520E3" w:rsidRDefault="000520E3" w:rsidP="000520E3">
            <w:pPr>
              <w:pStyle w:val="SIBulletList1"/>
            </w:pPr>
            <w:r w:rsidRPr="000520E3">
              <w:t>physical conditions:</w:t>
            </w:r>
          </w:p>
          <w:p w14:paraId="002BAF30" w14:textId="4F5D7ABB" w:rsidR="000520E3" w:rsidRPr="000520E3" w:rsidRDefault="007C07B2" w:rsidP="007C07B2">
            <w:pPr>
              <w:pStyle w:val="SIBulletList2"/>
            </w:pPr>
            <w:r>
              <w:t>skills must be demonstrated in a seafood</w:t>
            </w:r>
            <w:r w:rsidRPr="007C07B2">
              <w:t xml:space="preserve"> </w:t>
            </w:r>
            <w:r w:rsidR="00CA2893">
              <w:t xml:space="preserve">distribution </w:t>
            </w:r>
            <w:r w:rsidRPr="007C07B2">
              <w:t>workplace setting or an environment that accurately represents workplace conditions</w:t>
            </w:r>
          </w:p>
          <w:p w14:paraId="26EC75D1" w14:textId="77777777" w:rsidR="000520E3" w:rsidRPr="000520E3" w:rsidRDefault="000520E3" w:rsidP="000520E3">
            <w:pPr>
              <w:pStyle w:val="SIBulletList1"/>
            </w:pPr>
            <w:r w:rsidRPr="000520E3">
              <w:t>resources, equipment and materials:</w:t>
            </w:r>
          </w:p>
          <w:p w14:paraId="7944540C" w14:textId="122A8672" w:rsidR="004656D2" w:rsidRDefault="004656D2" w:rsidP="000520E3">
            <w:pPr>
              <w:pStyle w:val="SIBulletList2"/>
            </w:pPr>
            <w:r>
              <w:t>personal protective equipment</w:t>
            </w:r>
          </w:p>
          <w:p w14:paraId="5870A14D" w14:textId="4DDB832E" w:rsidR="000520E3" w:rsidRPr="000520E3" w:rsidRDefault="000520E3" w:rsidP="000520E3">
            <w:pPr>
              <w:pStyle w:val="SIBulletList2"/>
            </w:pPr>
            <w:r w:rsidRPr="000520E3">
              <w:t>calculator</w:t>
            </w:r>
          </w:p>
          <w:p w14:paraId="73E8EF0C" w14:textId="77777777" w:rsidR="000520E3" w:rsidRPr="000520E3" w:rsidRDefault="000520E3" w:rsidP="000520E3">
            <w:pPr>
              <w:pStyle w:val="SIBulletList2"/>
            </w:pPr>
            <w:r w:rsidRPr="000520E3">
              <w:t>fish tubs</w:t>
            </w:r>
          </w:p>
          <w:p w14:paraId="4A2784AA" w14:textId="503A2E07" w:rsidR="000520E3" w:rsidRPr="000520E3" w:rsidRDefault="000520E3" w:rsidP="000520E3">
            <w:pPr>
              <w:pStyle w:val="SIBulletList2"/>
            </w:pPr>
            <w:r w:rsidRPr="000520E3">
              <w:t>fresh, frozen and live seafood product, including at least two species of fish, crustaceans and molluscs</w:t>
            </w:r>
          </w:p>
          <w:p w14:paraId="69193769" w14:textId="77777777" w:rsidR="000520E3" w:rsidRPr="000520E3" w:rsidRDefault="000520E3" w:rsidP="000520E3">
            <w:pPr>
              <w:pStyle w:val="SIBulletList2"/>
            </w:pPr>
            <w:r w:rsidRPr="000520E3">
              <w:t>ice, live seafood storage tanks and packaging material</w:t>
            </w:r>
          </w:p>
          <w:p w14:paraId="0A527DCB" w14:textId="77777777" w:rsidR="000520E3" w:rsidRPr="000520E3" w:rsidRDefault="000520E3" w:rsidP="000520E3">
            <w:pPr>
              <w:pStyle w:val="SIBulletList2"/>
            </w:pPr>
            <w:r w:rsidRPr="000520E3">
              <w:t>scales</w:t>
            </w:r>
          </w:p>
          <w:p w14:paraId="19B099E8" w14:textId="3F319A43" w:rsidR="000520E3" w:rsidRDefault="000520E3" w:rsidP="000520E3">
            <w:pPr>
              <w:pStyle w:val="SIBulletList2"/>
            </w:pPr>
            <w:r w:rsidRPr="000520E3">
              <w:t>thermometer or temperature recording devices</w:t>
            </w:r>
          </w:p>
          <w:p w14:paraId="6CF7BF53" w14:textId="3C38E52B" w:rsidR="00027275" w:rsidRDefault="00027275" w:rsidP="000520E3">
            <w:pPr>
              <w:pStyle w:val="SIBulletList2"/>
            </w:pPr>
            <w:r>
              <w:t>product packaging and labels</w:t>
            </w:r>
          </w:p>
          <w:p w14:paraId="6DBC7E68" w14:textId="0199AA79" w:rsidR="00027275" w:rsidRDefault="00027275" w:rsidP="000520E3">
            <w:pPr>
              <w:pStyle w:val="SIBulletList2"/>
            </w:pPr>
            <w:r>
              <w:t>dispatch forms</w:t>
            </w:r>
          </w:p>
          <w:p w14:paraId="56F71400" w14:textId="77777777" w:rsidR="007C0AF5" w:rsidRDefault="00DD2A3D" w:rsidP="00647C79">
            <w:pPr>
              <w:pStyle w:val="SIBulletList1"/>
            </w:pPr>
            <w:r>
              <w:t>specifications</w:t>
            </w:r>
          </w:p>
          <w:p w14:paraId="37579166" w14:textId="52EF5E33" w:rsidR="007C0AF5" w:rsidRDefault="007C0AF5" w:rsidP="007C0AF5">
            <w:pPr>
              <w:pStyle w:val="SIBulletList2"/>
            </w:pPr>
            <w:r>
              <w:t>customer</w:t>
            </w:r>
            <w:r w:rsidRPr="000520E3">
              <w:t xml:space="preserve"> specifications</w:t>
            </w:r>
            <w:r>
              <w:t xml:space="preserve"> for product order</w:t>
            </w:r>
          </w:p>
          <w:p w14:paraId="43FDBE97" w14:textId="676F05CD" w:rsidR="007C0AF5" w:rsidRDefault="007C0AF5" w:rsidP="007C0AF5">
            <w:pPr>
              <w:pStyle w:val="SIBulletList2"/>
            </w:pPr>
            <w:r>
              <w:t xml:space="preserve">workplace procedures for receiving and distributing seafood product, including advice on food safety and work health and safety </w:t>
            </w:r>
            <w:r w:rsidR="00274370">
              <w:t>requirements</w:t>
            </w:r>
          </w:p>
          <w:p w14:paraId="50A1FA65" w14:textId="2B361ED7" w:rsidR="007C0AF5" w:rsidRDefault="00274370" w:rsidP="00647C79">
            <w:pPr>
              <w:pStyle w:val="SIBulletList1"/>
            </w:pPr>
            <w:r>
              <w:t>relationships:</w:t>
            </w:r>
          </w:p>
          <w:p w14:paraId="529D8004" w14:textId="26FF7F01" w:rsidR="00DD2A3D" w:rsidRPr="000520E3" w:rsidRDefault="00274370" w:rsidP="00027275">
            <w:pPr>
              <w:pStyle w:val="SIBulletList2"/>
            </w:pPr>
            <w:proofErr w:type="gramStart"/>
            <w:r>
              <w:t>interactions</w:t>
            </w:r>
            <w:proofErr w:type="gramEnd"/>
            <w:r>
              <w:t xml:space="preserve"> with customer and relevant personnel.</w:t>
            </w:r>
          </w:p>
          <w:p w14:paraId="270D25DC" w14:textId="77777777" w:rsidR="000520E3" w:rsidRPr="000520E3" w:rsidRDefault="000520E3" w:rsidP="000520E3"/>
          <w:p w14:paraId="71739C8B" w14:textId="17D79BB2" w:rsidR="00CF49A8" w:rsidRPr="00CF49A8" w:rsidRDefault="000520E3" w:rsidP="000520E3">
            <w:pPr>
              <w:pStyle w:val="SIText"/>
            </w:pPr>
            <w:r w:rsidRPr="000520E3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6EBB5AE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788B668" w14:textId="77777777" w:rsidTr="004679E3">
        <w:tc>
          <w:tcPr>
            <w:tcW w:w="990" w:type="pct"/>
            <w:shd w:val="clear" w:color="auto" w:fill="auto"/>
          </w:tcPr>
          <w:p w14:paraId="249C4942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AB338ED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689BAEAB" w14:textId="1A507CD8" w:rsidR="00F1480E" w:rsidRPr="000754EC" w:rsidRDefault="006470B0" w:rsidP="000754EC">
            <w:pPr>
              <w:pStyle w:val="SIText"/>
            </w:pPr>
            <w:r w:rsidRPr="006470B0">
              <w:t>https://vetnet.education.gov.au/Pages/TrainingDocs.aspx?q=e31d8c6b-1608-4d77-9f71-9ee749456273</w:t>
            </w:r>
          </w:p>
        </w:tc>
      </w:tr>
    </w:tbl>
    <w:p w14:paraId="12CA76EC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0B867D" w14:textId="77777777" w:rsidR="00E71E2E" w:rsidRDefault="00E71E2E" w:rsidP="00BF3F0A">
      <w:r>
        <w:separator/>
      </w:r>
    </w:p>
    <w:p w14:paraId="58335F92" w14:textId="77777777" w:rsidR="00E71E2E" w:rsidRDefault="00E71E2E"/>
  </w:endnote>
  <w:endnote w:type="continuationSeparator" w:id="0">
    <w:p w14:paraId="2F72F4CC" w14:textId="77777777" w:rsidR="00E71E2E" w:rsidRDefault="00E71E2E" w:rsidP="00BF3F0A">
      <w:r>
        <w:continuationSeparator/>
      </w:r>
    </w:p>
    <w:p w14:paraId="6825F87E" w14:textId="77777777" w:rsidR="00E71E2E" w:rsidRDefault="00E71E2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1D0AC697" w14:textId="69F375AE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D266B4">
          <w:rPr>
            <w:noProof/>
          </w:rPr>
          <w:t>4</w:t>
        </w:r>
        <w:r w:rsidRPr="000754EC">
          <w:fldChar w:fldCharType="end"/>
        </w:r>
      </w:p>
      <w:p w14:paraId="41715F41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356016A2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B5CCD7" w14:textId="77777777" w:rsidR="00E71E2E" w:rsidRDefault="00E71E2E" w:rsidP="00BF3F0A">
      <w:r>
        <w:separator/>
      </w:r>
    </w:p>
    <w:p w14:paraId="39804A6B" w14:textId="77777777" w:rsidR="00E71E2E" w:rsidRDefault="00E71E2E"/>
  </w:footnote>
  <w:footnote w:type="continuationSeparator" w:id="0">
    <w:p w14:paraId="4F777855" w14:textId="77777777" w:rsidR="00E71E2E" w:rsidRDefault="00E71E2E" w:rsidP="00BF3F0A">
      <w:r>
        <w:continuationSeparator/>
      </w:r>
    </w:p>
    <w:p w14:paraId="35503E61" w14:textId="77777777" w:rsidR="00E71E2E" w:rsidRDefault="00E71E2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BA94A3" w14:textId="0EEA90FD" w:rsidR="00540BD0" w:rsidRDefault="00BB79E3">
    <w:r>
      <w:t>SFI</w:t>
    </w:r>
    <w:r w:rsidR="0062110D">
      <w:t>STR</w:t>
    </w:r>
    <w:r w:rsidR="000520E3">
      <w:t xml:space="preserve">202 </w:t>
    </w:r>
    <w:r w:rsidR="000520E3" w:rsidRPr="000520E3">
      <w:t>Receive and distribute product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7E4A41"/>
    <w:multiLevelType w:val="hybridMultilevel"/>
    <w:tmpl w:val="EB328DF2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4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3"/>
  </w:num>
  <w:num w:numId="10">
    <w:abstractNumId w:val="9"/>
  </w:num>
  <w:num w:numId="11">
    <w:abstractNumId w:val="12"/>
  </w:num>
  <w:num w:numId="12">
    <w:abstractNumId w:val="11"/>
  </w:num>
  <w:num w:numId="13">
    <w:abstractNumId w:val="15"/>
  </w:num>
  <w:num w:numId="14">
    <w:abstractNumId w:val="4"/>
  </w:num>
  <w:num w:numId="15">
    <w:abstractNumId w:val="5"/>
  </w:num>
  <w:num w:numId="16">
    <w:abstractNumId w:val="16"/>
  </w:num>
  <w:num w:numId="17">
    <w:abstractNumId w:val="10"/>
  </w:num>
  <w:num w:numId="18">
    <w:abstractNumId w:val="12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1E2E"/>
    <w:rsid w:val="000014B9"/>
    <w:rsid w:val="00005A15"/>
    <w:rsid w:val="0001108F"/>
    <w:rsid w:val="000115E2"/>
    <w:rsid w:val="000126D0"/>
    <w:rsid w:val="0001296A"/>
    <w:rsid w:val="00016803"/>
    <w:rsid w:val="00023992"/>
    <w:rsid w:val="00027275"/>
    <w:rsid w:val="000275AE"/>
    <w:rsid w:val="00041E59"/>
    <w:rsid w:val="000520E3"/>
    <w:rsid w:val="00064BFE"/>
    <w:rsid w:val="00070B3E"/>
    <w:rsid w:val="00071F95"/>
    <w:rsid w:val="000737BB"/>
    <w:rsid w:val="00074E47"/>
    <w:rsid w:val="000754EC"/>
    <w:rsid w:val="00090803"/>
    <w:rsid w:val="0009093B"/>
    <w:rsid w:val="000A5441"/>
    <w:rsid w:val="000C149A"/>
    <w:rsid w:val="000C224E"/>
    <w:rsid w:val="000D3C6D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95B88"/>
    <w:rsid w:val="001A6754"/>
    <w:rsid w:val="001A6A3E"/>
    <w:rsid w:val="001A7B6D"/>
    <w:rsid w:val="001B34D5"/>
    <w:rsid w:val="001B513A"/>
    <w:rsid w:val="001C0A75"/>
    <w:rsid w:val="001C100B"/>
    <w:rsid w:val="001C1306"/>
    <w:rsid w:val="001D30EB"/>
    <w:rsid w:val="001D5C1B"/>
    <w:rsid w:val="001D7F5B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74370"/>
    <w:rsid w:val="00276DB8"/>
    <w:rsid w:val="00282027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64F3"/>
    <w:rsid w:val="00337E82"/>
    <w:rsid w:val="00346FDC"/>
    <w:rsid w:val="00350BB1"/>
    <w:rsid w:val="00352C83"/>
    <w:rsid w:val="00366805"/>
    <w:rsid w:val="0037067D"/>
    <w:rsid w:val="00373436"/>
    <w:rsid w:val="003776CE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45B4"/>
    <w:rsid w:val="004656D2"/>
    <w:rsid w:val="004679E3"/>
    <w:rsid w:val="00475172"/>
    <w:rsid w:val="004758B0"/>
    <w:rsid w:val="004832D2"/>
    <w:rsid w:val="00485559"/>
    <w:rsid w:val="004859F3"/>
    <w:rsid w:val="004A142B"/>
    <w:rsid w:val="004A3860"/>
    <w:rsid w:val="004A44E8"/>
    <w:rsid w:val="004A581D"/>
    <w:rsid w:val="004A7706"/>
    <w:rsid w:val="004B29B7"/>
    <w:rsid w:val="004B6860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0BD0"/>
    <w:rsid w:val="005427C8"/>
    <w:rsid w:val="005446D1"/>
    <w:rsid w:val="00556C4C"/>
    <w:rsid w:val="00557369"/>
    <w:rsid w:val="00564367"/>
    <w:rsid w:val="00564ADD"/>
    <w:rsid w:val="005708EB"/>
    <w:rsid w:val="00575BC6"/>
    <w:rsid w:val="00583902"/>
    <w:rsid w:val="00592C35"/>
    <w:rsid w:val="005A147A"/>
    <w:rsid w:val="005A1D70"/>
    <w:rsid w:val="005A3AA5"/>
    <w:rsid w:val="005A6C9C"/>
    <w:rsid w:val="005A74DC"/>
    <w:rsid w:val="005B5146"/>
    <w:rsid w:val="005D1AFD"/>
    <w:rsid w:val="005D1E94"/>
    <w:rsid w:val="005E51E6"/>
    <w:rsid w:val="005F027A"/>
    <w:rsid w:val="005F33CC"/>
    <w:rsid w:val="005F771F"/>
    <w:rsid w:val="006121D4"/>
    <w:rsid w:val="00613B49"/>
    <w:rsid w:val="00616845"/>
    <w:rsid w:val="00620E8E"/>
    <w:rsid w:val="0062110D"/>
    <w:rsid w:val="006317F6"/>
    <w:rsid w:val="00633CFE"/>
    <w:rsid w:val="00634FCA"/>
    <w:rsid w:val="00643D1B"/>
    <w:rsid w:val="006452B8"/>
    <w:rsid w:val="006470B0"/>
    <w:rsid w:val="00647C79"/>
    <w:rsid w:val="00652E62"/>
    <w:rsid w:val="00686A49"/>
    <w:rsid w:val="00687B62"/>
    <w:rsid w:val="00690C44"/>
    <w:rsid w:val="006969D9"/>
    <w:rsid w:val="006A0208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240F"/>
    <w:rsid w:val="0076523B"/>
    <w:rsid w:val="00771B60"/>
    <w:rsid w:val="00781D77"/>
    <w:rsid w:val="00781ED1"/>
    <w:rsid w:val="00783549"/>
    <w:rsid w:val="007860B7"/>
    <w:rsid w:val="00786DC8"/>
    <w:rsid w:val="007A300D"/>
    <w:rsid w:val="007C07B2"/>
    <w:rsid w:val="007C0AF5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4BC8"/>
    <w:rsid w:val="00837FD6"/>
    <w:rsid w:val="00847B60"/>
    <w:rsid w:val="00850243"/>
    <w:rsid w:val="00850DBC"/>
    <w:rsid w:val="00851BE5"/>
    <w:rsid w:val="008545EB"/>
    <w:rsid w:val="00865011"/>
    <w:rsid w:val="00870306"/>
    <w:rsid w:val="00886790"/>
    <w:rsid w:val="008908DE"/>
    <w:rsid w:val="00893C7F"/>
    <w:rsid w:val="008A12ED"/>
    <w:rsid w:val="008A39D3"/>
    <w:rsid w:val="008A6342"/>
    <w:rsid w:val="008B2C77"/>
    <w:rsid w:val="008B4AD2"/>
    <w:rsid w:val="008B7138"/>
    <w:rsid w:val="008E1012"/>
    <w:rsid w:val="008E260C"/>
    <w:rsid w:val="008E39B1"/>
    <w:rsid w:val="008E39BE"/>
    <w:rsid w:val="008E4CFA"/>
    <w:rsid w:val="008E62EC"/>
    <w:rsid w:val="008F0FC5"/>
    <w:rsid w:val="008F32F6"/>
    <w:rsid w:val="00916CD7"/>
    <w:rsid w:val="00917FCE"/>
    <w:rsid w:val="00920927"/>
    <w:rsid w:val="00921B38"/>
    <w:rsid w:val="00923720"/>
    <w:rsid w:val="00924AA3"/>
    <w:rsid w:val="009278C9"/>
    <w:rsid w:val="00932CD7"/>
    <w:rsid w:val="00944C09"/>
    <w:rsid w:val="009527CB"/>
    <w:rsid w:val="00953835"/>
    <w:rsid w:val="00956E57"/>
    <w:rsid w:val="00960F6C"/>
    <w:rsid w:val="00970747"/>
    <w:rsid w:val="009A5900"/>
    <w:rsid w:val="009A6E6C"/>
    <w:rsid w:val="009A6F3F"/>
    <w:rsid w:val="009B331A"/>
    <w:rsid w:val="009C2650"/>
    <w:rsid w:val="009D15E2"/>
    <w:rsid w:val="009D15FE"/>
    <w:rsid w:val="009D5BC3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0D5"/>
    <w:rsid w:val="00AC4C98"/>
    <w:rsid w:val="00AC5F6B"/>
    <w:rsid w:val="00AD3896"/>
    <w:rsid w:val="00AD5B47"/>
    <w:rsid w:val="00AE1ED9"/>
    <w:rsid w:val="00AE32CB"/>
    <w:rsid w:val="00AF3957"/>
    <w:rsid w:val="00AF6792"/>
    <w:rsid w:val="00B110AC"/>
    <w:rsid w:val="00B12013"/>
    <w:rsid w:val="00B22C67"/>
    <w:rsid w:val="00B25E88"/>
    <w:rsid w:val="00B3508F"/>
    <w:rsid w:val="00B443EE"/>
    <w:rsid w:val="00B5038D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B79E3"/>
    <w:rsid w:val="00BC5075"/>
    <w:rsid w:val="00BC5419"/>
    <w:rsid w:val="00BD3B0F"/>
    <w:rsid w:val="00BD592E"/>
    <w:rsid w:val="00BF1D4C"/>
    <w:rsid w:val="00BF3F0A"/>
    <w:rsid w:val="00C143C3"/>
    <w:rsid w:val="00C1739B"/>
    <w:rsid w:val="00C21ADE"/>
    <w:rsid w:val="00C21CA1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482C"/>
    <w:rsid w:val="00C96AF3"/>
    <w:rsid w:val="00C97CCC"/>
    <w:rsid w:val="00CA0274"/>
    <w:rsid w:val="00CA2893"/>
    <w:rsid w:val="00CB746F"/>
    <w:rsid w:val="00CC451E"/>
    <w:rsid w:val="00CD4E9D"/>
    <w:rsid w:val="00CD4F4D"/>
    <w:rsid w:val="00CE1016"/>
    <w:rsid w:val="00CE68EA"/>
    <w:rsid w:val="00CE7D19"/>
    <w:rsid w:val="00CF0CF5"/>
    <w:rsid w:val="00CF2B3E"/>
    <w:rsid w:val="00CF49A8"/>
    <w:rsid w:val="00D0201F"/>
    <w:rsid w:val="00D03685"/>
    <w:rsid w:val="00D07D4E"/>
    <w:rsid w:val="00D115AA"/>
    <w:rsid w:val="00D145BE"/>
    <w:rsid w:val="00D20C57"/>
    <w:rsid w:val="00D25331"/>
    <w:rsid w:val="00D25D16"/>
    <w:rsid w:val="00D266B4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D2A3D"/>
    <w:rsid w:val="00DD4347"/>
    <w:rsid w:val="00E01973"/>
    <w:rsid w:val="00E238E6"/>
    <w:rsid w:val="00E35064"/>
    <w:rsid w:val="00E3681D"/>
    <w:rsid w:val="00E40225"/>
    <w:rsid w:val="00E501F0"/>
    <w:rsid w:val="00E6166D"/>
    <w:rsid w:val="00E71E2E"/>
    <w:rsid w:val="00E76982"/>
    <w:rsid w:val="00E76CC9"/>
    <w:rsid w:val="00E80998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37754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E3AB94"/>
  <w15:docId w15:val="{F658FBB4-A0C9-4986-8E04-1328BB7BDF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Revision">
    <w:name w:val="Revision"/>
    <w:hidden/>
    <w:uiPriority w:val="99"/>
    <w:semiHidden/>
    <w:rsid w:val="0002727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8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2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0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03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 xmlns="d3d68213-098e-4c36-8436-5f8285507fdd" xsi:nil="true"/>
    <Assigned_x0020_to0 xmlns="d3d68213-098e-4c36-8436-5f8285507fdd">
      <UserInfo>
        <DisplayName>Lina Robinson</DisplayName>
        <AccountId>934</AccountId>
        <AccountType/>
      </UserInfo>
    </Assigned_x0020_to0>
    <Project_x0020_Phase xmlns="d3d68213-098e-4c36-8436-5f8285507fdd">Validation</Project_x0020_Phase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4F84D3312111D4E803E04A54D063F0A" ma:contentTypeVersion="5" ma:contentTypeDescription="Create a new document." ma:contentTypeScope="" ma:versionID="c82896c6655854af7ce1268e3cae1380">
  <xsd:schema xmlns:xsd="http://www.w3.org/2001/XMLSchema" xmlns:xs="http://www.w3.org/2001/XMLSchema" xmlns:p="http://schemas.microsoft.com/office/2006/metadata/properties" xmlns:ns2="d3d68213-098e-4c36-8436-5f8285507fdd" targetNamespace="http://schemas.microsoft.com/office/2006/metadata/properties" ma:root="true" ma:fieldsID="c0a14bd2c547615a0c08f91c749ec824" ns2:_="">
    <xsd:import namespace="d3d68213-098e-4c36-8436-5f8285507fdd"/>
    <xsd:element name="properties">
      <xsd:complexType>
        <xsd:sequence>
          <xsd:element name="documentManagement">
            <xsd:complexType>
              <xsd:all>
                <xsd:element ref="ns2:Project" minOccurs="0"/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d68213-098e-4c36-8436-5f8285507fdd" elementFormDefault="qualified">
    <xsd:import namespace="http://schemas.microsoft.com/office/2006/documentManagement/types"/>
    <xsd:import namespace="http://schemas.microsoft.com/office/infopath/2007/PartnerControls"/>
    <xsd:element name="Project" ma:index="8" nillable="true" ma:displayName="Project" ma:format="Dropdown" ma:internalName="Project">
      <xsd:simpleType>
        <xsd:restriction base="dms:Choice">
          <xsd:enumeration value="Post Harvest"/>
          <xsd:enumeration value="Aqua Bio"/>
          <xsd:enumeration value="Compliance"/>
        </xsd:restriction>
      </xsd:simpleType>
    </xsd:element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10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d3d68213-098e-4c36-8436-5f8285507fdd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8A77E26-D373-420F-A583-9878624C372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3d68213-098e-4c36-8436-5f8285507fd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623C180-D8B7-4AED-80AF-05A70D6BD0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17</TotalTime>
  <Pages>5</Pages>
  <Words>1153</Words>
  <Characters>6578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Rebecca Ford</cp:lastModifiedBy>
  <cp:revision>4</cp:revision>
  <cp:lastPrinted>2016-05-27T05:21:00Z</cp:lastPrinted>
  <dcterms:created xsi:type="dcterms:W3CDTF">2018-05-15T05:48:00Z</dcterms:created>
  <dcterms:modified xsi:type="dcterms:W3CDTF">2018-09-21T05:29:00Z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0x01010064F84D3312111D4E803E04A54D063F0A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